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9F7" w:rsidRDefault="009E59F7" w:rsidP="004E196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E59F7" w:rsidRDefault="009E59F7" w:rsidP="004E196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E59F7" w:rsidRDefault="009E59F7" w:rsidP="004E1965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E59F7" w:rsidRDefault="009E59F7" w:rsidP="004E1965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E59F7" w:rsidRPr="005F41EC" w:rsidRDefault="009E59F7" w:rsidP="004E1965">
      <w:pPr>
        <w:ind w:left="5670" w:hanging="327"/>
        <w:rPr>
          <w:b/>
          <w:bCs/>
          <w:sz w:val="28"/>
          <w:szCs w:val="28"/>
          <w:lang w:val="ru-RU"/>
        </w:rPr>
      </w:pPr>
    </w:p>
    <w:p w:rsidR="009E59F7" w:rsidRPr="00915C94" w:rsidRDefault="009E59F7" w:rsidP="004E1965">
      <w:pPr>
        <w:ind w:left="5670" w:hanging="327"/>
        <w:rPr>
          <w:b/>
          <w:bCs/>
          <w:sz w:val="28"/>
          <w:szCs w:val="28"/>
          <w:lang w:val="ru-RU"/>
        </w:rPr>
      </w:pPr>
      <w:r w:rsidRPr="005F41EC">
        <w:rPr>
          <w:b/>
          <w:bCs/>
          <w:sz w:val="28"/>
          <w:szCs w:val="28"/>
          <w:lang w:val="ru-RU"/>
        </w:rPr>
        <w:t>25</w:t>
      </w:r>
      <w:r>
        <w:rPr>
          <w:b/>
          <w:bCs/>
          <w:sz w:val="28"/>
          <w:szCs w:val="28"/>
          <w:lang w:val="ru-RU"/>
        </w:rPr>
        <w:t>.</w:t>
      </w:r>
      <w:r w:rsidRPr="005F41EC">
        <w:rPr>
          <w:b/>
          <w:bCs/>
          <w:sz w:val="28"/>
          <w:szCs w:val="28"/>
          <w:lang w:val="ru-RU"/>
        </w:rPr>
        <w:t>08</w:t>
      </w:r>
      <w:r>
        <w:rPr>
          <w:b/>
          <w:bCs/>
          <w:sz w:val="28"/>
          <w:szCs w:val="28"/>
          <w:lang w:val="ru-RU"/>
        </w:rPr>
        <w:t>.</w:t>
      </w:r>
      <w:r w:rsidRPr="005F41EC">
        <w:rPr>
          <w:b/>
          <w:bCs/>
          <w:sz w:val="28"/>
          <w:szCs w:val="28"/>
          <w:lang w:val="ru-RU"/>
        </w:rPr>
        <w:t>2020</w:t>
      </w:r>
      <w:r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  <w:lang w:val="en-US"/>
        </w:rPr>
        <w:t> </w:t>
      </w:r>
      <w:r w:rsidRPr="005F41EC">
        <w:rPr>
          <w:b/>
          <w:bCs/>
          <w:sz w:val="28"/>
          <w:szCs w:val="28"/>
          <w:lang w:val="ru-RU"/>
        </w:rPr>
        <w:t>251</w:t>
      </w:r>
    </w:p>
    <w:p w:rsidR="009E59F7" w:rsidRDefault="009E59F7" w:rsidP="004E1965">
      <w:pPr>
        <w:ind w:left="5670" w:hanging="327"/>
        <w:rPr>
          <w:b/>
          <w:bCs/>
          <w:sz w:val="28"/>
          <w:szCs w:val="28"/>
        </w:rPr>
      </w:pPr>
    </w:p>
    <w:p w:rsidR="009E59F7" w:rsidRDefault="009E59F7" w:rsidP="004E1965">
      <w:pPr>
        <w:spacing w:line="360" w:lineRule="auto"/>
        <w:ind w:left="532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 редакції наказу Головного управління Пенсійного фонду України в Черкаській області</w:t>
      </w:r>
    </w:p>
    <w:p w:rsidR="009E59F7" w:rsidRDefault="009E59F7" w:rsidP="004E1965">
      <w:pPr>
        <w:spacing w:before="88"/>
        <w:ind w:left="5064" w:firstLine="265"/>
        <w:rPr>
          <w:b/>
          <w:sz w:val="28"/>
        </w:rPr>
      </w:pPr>
      <w:r>
        <w:rPr>
          <w:b/>
          <w:bCs/>
          <w:sz w:val="28"/>
          <w:szCs w:val="28"/>
        </w:rPr>
        <w:t>____________ № _______)</w:t>
      </w:r>
      <w:r>
        <w:rPr>
          <w:b/>
          <w:sz w:val="28"/>
        </w:rPr>
        <w:t xml:space="preserve">      </w:t>
      </w:r>
    </w:p>
    <w:p w:rsidR="009E59F7" w:rsidRDefault="009E59F7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9E59F7" w:rsidRDefault="009E59F7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E59F7" w:rsidRDefault="009E59F7" w:rsidP="0093329D">
      <w:pPr>
        <w:ind w:left="2489" w:right="2415"/>
        <w:jc w:val="center"/>
        <w:rPr>
          <w:spacing w:val="-8"/>
          <w:sz w:val="28"/>
        </w:rPr>
      </w:pPr>
      <w:r>
        <w:rPr>
          <w:sz w:val="28"/>
        </w:rPr>
        <w:t>з</w:t>
      </w:r>
      <w:r>
        <w:rPr>
          <w:spacing w:val="-8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8"/>
          <w:sz w:val="28"/>
        </w:rPr>
        <w:t xml:space="preserve"> пенсії за шість місяців наперед</w:t>
      </w:r>
    </w:p>
    <w:p w:rsidR="009E59F7" w:rsidRDefault="009E59F7" w:rsidP="0093329D">
      <w:pPr>
        <w:ind w:left="2489" w:right="2415"/>
        <w:jc w:val="center"/>
        <w:rPr>
          <w:spacing w:val="-8"/>
          <w:sz w:val="28"/>
        </w:rPr>
      </w:pPr>
      <w:r>
        <w:rPr>
          <w:spacing w:val="-8"/>
          <w:sz w:val="28"/>
        </w:rPr>
        <w:t xml:space="preserve"> у </w:t>
      </w:r>
      <w:r w:rsidRPr="00F41470">
        <w:rPr>
          <w:spacing w:val="-8"/>
          <w:sz w:val="28"/>
        </w:rPr>
        <w:t xml:space="preserve">зв’язку </w:t>
      </w:r>
      <w:r>
        <w:rPr>
          <w:spacing w:val="-8"/>
          <w:sz w:val="28"/>
        </w:rPr>
        <w:t>з виїздом на постійне місце проживання за кордон</w:t>
      </w:r>
    </w:p>
    <w:p w:rsidR="009E59F7" w:rsidRDefault="009E59F7" w:rsidP="0093329D">
      <w:pPr>
        <w:ind w:left="2489" w:right="2415"/>
        <w:jc w:val="center"/>
        <w:rPr>
          <w:sz w:val="28"/>
        </w:rPr>
      </w:pP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9E59F7" w:rsidTr="00E56836">
        <w:trPr>
          <w:trHeight w:val="111"/>
        </w:trPr>
        <w:tc>
          <w:tcPr>
            <w:tcW w:w="542" w:type="dxa"/>
          </w:tcPr>
          <w:p w:rsidR="009E59F7" w:rsidRPr="00E56836" w:rsidRDefault="009E59F7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9E59F7" w:rsidRPr="00E56836" w:rsidRDefault="009E59F7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9E59F7" w:rsidRPr="00E56836" w:rsidRDefault="009E59F7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9E59F7" w:rsidRPr="00E56836" w:rsidRDefault="009E59F7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9E59F7" w:rsidRPr="00E56836" w:rsidRDefault="009E59F7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9E59F7" w:rsidRPr="00E56836" w:rsidRDefault="009E59F7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9E59F7" w:rsidTr="00E56836">
        <w:trPr>
          <w:trHeight w:val="111"/>
        </w:trPr>
        <w:tc>
          <w:tcPr>
            <w:tcW w:w="542" w:type="dxa"/>
          </w:tcPr>
          <w:p w:rsidR="009E59F7" w:rsidRPr="004E1965" w:rsidRDefault="009E59F7" w:rsidP="004E1965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9E59F7" w:rsidRPr="004E1965" w:rsidRDefault="009E59F7">
            <w:pPr>
              <w:pStyle w:val="TableParagraph"/>
              <w:ind w:left="1191" w:right="1175"/>
              <w:jc w:val="center"/>
              <w:rPr>
                <w:sz w:val="24"/>
                <w:szCs w:val="24"/>
              </w:rPr>
            </w:pPr>
            <w:r w:rsidRPr="004E1965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9E59F7" w:rsidRPr="004E1965" w:rsidRDefault="009E59F7" w:rsidP="000E522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4E1965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9E59F7" w:rsidRPr="004E1965" w:rsidRDefault="009E59F7" w:rsidP="000E522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4E1965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9E59F7" w:rsidRPr="004E1965" w:rsidRDefault="009E59F7" w:rsidP="000E522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4E1965">
              <w:rPr>
                <w:sz w:val="24"/>
                <w:szCs w:val="24"/>
              </w:rPr>
              <w:t>5</w:t>
            </w:r>
          </w:p>
        </w:tc>
      </w:tr>
      <w:tr w:rsidR="009E59F7" w:rsidTr="00E56836">
        <w:trPr>
          <w:trHeight w:val="109"/>
        </w:trPr>
        <w:tc>
          <w:tcPr>
            <w:tcW w:w="542" w:type="dxa"/>
          </w:tcPr>
          <w:p w:rsidR="009E59F7" w:rsidRPr="00772556" w:rsidRDefault="009E59F7" w:rsidP="0048337A">
            <w:pPr>
              <w:pStyle w:val="TableParagraph"/>
              <w:ind w:left="0" w:right="127"/>
              <w:jc w:val="right"/>
              <w:rPr>
                <w:sz w:val="24"/>
                <w:szCs w:val="24"/>
              </w:rPr>
            </w:pPr>
            <w:r w:rsidRPr="00772556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9E59F7" w:rsidRDefault="009E59F7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9E59F7" w:rsidRDefault="009E59F7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надання інформації щодо умов та порядку </w:t>
            </w:r>
            <w:r w:rsidRPr="0093329D">
              <w:rPr>
                <w:sz w:val="24"/>
                <w:szCs w:val="24"/>
              </w:rPr>
              <w:t xml:space="preserve">виплати </w:t>
            </w:r>
            <w:r>
              <w:rPr>
                <w:sz w:val="24"/>
                <w:szCs w:val="24"/>
              </w:rPr>
              <w:t xml:space="preserve">пенсії за шість місяців наперед у </w:t>
            </w:r>
            <w:r w:rsidRPr="008A724D">
              <w:rPr>
                <w:sz w:val="24"/>
                <w:szCs w:val="24"/>
              </w:rPr>
              <w:t>зв’язку з виїздом на постійне місце проживання за кордон</w:t>
            </w:r>
            <w:r>
              <w:rPr>
                <w:sz w:val="24"/>
                <w:szCs w:val="24"/>
              </w:rPr>
              <w:t>;</w:t>
            </w:r>
          </w:p>
          <w:p w:rsidR="009E59F7" w:rsidRDefault="009E59F7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9E59F7" w:rsidRPr="00EF3AF4" w:rsidRDefault="009E59F7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EF3AF4">
              <w:rPr>
                <w:sz w:val="24"/>
                <w:szCs w:val="24"/>
              </w:rPr>
              <w:t xml:space="preserve">заяви про виплату </w:t>
            </w:r>
            <w:r>
              <w:rPr>
                <w:sz w:val="24"/>
                <w:szCs w:val="24"/>
              </w:rPr>
              <w:t>пенсії наперед</w:t>
            </w:r>
            <w:r w:rsidRPr="00EF3AF4">
              <w:rPr>
                <w:sz w:val="24"/>
                <w:szCs w:val="24"/>
              </w:rPr>
              <w:t xml:space="preserve">; </w:t>
            </w:r>
          </w:p>
          <w:p w:rsidR="009E59F7" w:rsidRDefault="009E59F7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</w:t>
            </w:r>
            <w:r>
              <w:rPr>
                <w:sz w:val="24"/>
                <w:szCs w:val="24"/>
              </w:rPr>
              <w:t>;</w:t>
            </w:r>
          </w:p>
          <w:p w:rsidR="009E59F7" w:rsidRPr="00053082" w:rsidRDefault="009E59F7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9E59F7" w:rsidRPr="00053082" w:rsidRDefault="009E59F7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9E59F7" w:rsidRDefault="009E59F7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9E59F7" w:rsidRPr="00010ED9" w:rsidRDefault="009E59F7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передача електронних документів до відділу 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  <w:r>
              <w:rPr>
                <w:sz w:val="24"/>
                <w:szCs w:val="24"/>
              </w:rPr>
              <w:t xml:space="preserve">  за місцем перебування на обліку пенсіонера</w:t>
            </w:r>
          </w:p>
        </w:tc>
        <w:tc>
          <w:tcPr>
            <w:tcW w:w="2826" w:type="dxa"/>
          </w:tcPr>
          <w:p w:rsidR="009E59F7" w:rsidRPr="0048337A" w:rsidRDefault="009E59F7" w:rsidP="00AA649D">
            <w:pPr>
              <w:pStyle w:val="TableParagraph"/>
              <w:ind w:left="0"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Cпеціаліст відділу обслуговування громадян</w:t>
            </w:r>
          </w:p>
        </w:tc>
        <w:tc>
          <w:tcPr>
            <w:tcW w:w="1024" w:type="dxa"/>
          </w:tcPr>
          <w:p w:rsidR="009E59F7" w:rsidRPr="00E56836" w:rsidRDefault="009E59F7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9E59F7" w:rsidRPr="00F51E53" w:rsidRDefault="009E59F7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</w:tbl>
    <w:p w:rsidR="009E59F7" w:rsidRDefault="009E59F7"/>
    <w:p w:rsidR="009E59F7" w:rsidRDefault="009E59F7"/>
    <w:p w:rsidR="009E59F7" w:rsidRDefault="009E59F7" w:rsidP="004E1965">
      <w:pPr>
        <w:ind w:right="278"/>
        <w:jc w:val="right"/>
      </w:pPr>
      <w:r>
        <w:t>Продовження додатка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9E59F7" w:rsidTr="00E56836">
        <w:trPr>
          <w:trHeight w:val="109"/>
        </w:trPr>
        <w:tc>
          <w:tcPr>
            <w:tcW w:w="542" w:type="dxa"/>
          </w:tcPr>
          <w:p w:rsidR="009E59F7" w:rsidRPr="00772556" w:rsidRDefault="009E59F7" w:rsidP="0048337A">
            <w:pPr>
              <w:pStyle w:val="TableParagraph"/>
              <w:ind w:left="0" w:right="1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9E59F7" w:rsidRDefault="009E59F7" w:rsidP="004E1965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9E59F7" w:rsidRPr="003676BD" w:rsidRDefault="009E59F7" w:rsidP="004E1965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9E59F7" w:rsidRDefault="009E59F7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9E59F7" w:rsidRDefault="009E59F7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E59F7" w:rsidTr="00E56836">
        <w:trPr>
          <w:trHeight w:val="109"/>
        </w:trPr>
        <w:tc>
          <w:tcPr>
            <w:tcW w:w="542" w:type="dxa"/>
          </w:tcPr>
          <w:p w:rsidR="009E59F7" w:rsidRPr="00772556" w:rsidRDefault="009E59F7" w:rsidP="0048337A">
            <w:pPr>
              <w:pStyle w:val="TableParagraph"/>
              <w:ind w:left="0" w:right="127"/>
              <w:jc w:val="right"/>
              <w:rPr>
                <w:sz w:val="24"/>
                <w:szCs w:val="24"/>
              </w:rPr>
            </w:pPr>
            <w:r w:rsidRPr="00772556">
              <w:rPr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:rsidR="009E59F7" w:rsidRDefault="009E59F7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о</w:t>
            </w:r>
            <w:r w:rsidRPr="00AC1CAB">
              <w:rPr>
                <w:sz w:val="24"/>
                <w:szCs w:val="24"/>
              </w:rPr>
              <w:t>працювання електронної</w:t>
            </w:r>
            <w:r>
              <w:rPr>
                <w:sz w:val="24"/>
                <w:szCs w:val="24"/>
              </w:rPr>
              <w:t xml:space="preserve"> пенсійної справи </w:t>
            </w:r>
            <w:r w:rsidRPr="00AC1CAB">
              <w:rPr>
                <w:sz w:val="24"/>
                <w:szCs w:val="24"/>
              </w:rPr>
              <w:t xml:space="preserve">та </w:t>
            </w:r>
            <w:r>
              <w:rPr>
                <w:sz w:val="24"/>
                <w:szCs w:val="24"/>
              </w:rPr>
              <w:t>закриття електронного особового рахунку по постійній причині, засвідчення кваліфікованим електронним підписом;</w:t>
            </w:r>
          </w:p>
          <w:p w:rsidR="009E59F7" w:rsidRDefault="009E59F7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9E59F7" w:rsidRPr="00AC1CAB" w:rsidRDefault="009E59F7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перевірка електронної пенсійної справи та 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9E59F7" w:rsidRDefault="009E59F7" w:rsidP="00AA649D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9E59F7" w:rsidRDefault="009E59F7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</w:p>
          <w:p w:rsidR="009E59F7" w:rsidRDefault="009E59F7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</w:p>
          <w:p w:rsidR="009E59F7" w:rsidRDefault="009E59F7" w:rsidP="00EF3AF4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</w:p>
          <w:p w:rsidR="009E59F7" w:rsidRPr="003676BD" w:rsidRDefault="009E59F7" w:rsidP="00AA649D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9E59F7" w:rsidRDefault="009E59F7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9E59F7" w:rsidRDefault="009E59F7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9E59F7" w:rsidRDefault="009E59F7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9E59F7" w:rsidRDefault="009E59F7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9E59F7" w:rsidRDefault="009E59F7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9E59F7" w:rsidRDefault="009E59F7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9E59F7" w:rsidRPr="003676BD" w:rsidRDefault="009E59F7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9E59F7" w:rsidRDefault="009E59F7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9E59F7" w:rsidRPr="003676BD" w:rsidRDefault="009E59F7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</w:p>
        </w:tc>
      </w:tr>
      <w:tr w:rsidR="009E59F7" w:rsidTr="00E56836">
        <w:trPr>
          <w:trHeight w:val="109"/>
        </w:trPr>
        <w:tc>
          <w:tcPr>
            <w:tcW w:w="542" w:type="dxa"/>
          </w:tcPr>
          <w:p w:rsidR="009E59F7" w:rsidRPr="0048337A" w:rsidRDefault="009E59F7" w:rsidP="0050223F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9E59F7" w:rsidRPr="00B61D35" w:rsidRDefault="009E59F7" w:rsidP="0050223F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1) формування електронн</w:t>
            </w:r>
            <w:r>
              <w:rPr>
                <w:sz w:val="24"/>
                <w:szCs w:val="24"/>
              </w:rPr>
              <w:t>ого</w:t>
            </w:r>
            <w:r w:rsidRPr="00B61D35">
              <w:rPr>
                <w:sz w:val="24"/>
                <w:szCs w:val="24"/>
              </w:rPr>
              <w:t xml:space="preserve"> списк</w:t>
            </w:r>
            <w:r>
              <w:rPr>
                <w:sz w:val="24"/>
                <w:szCs w:val="24"/>
              </w:rPr>
              <w:t>у</w:t>
            </w:r>
            <w:r w:rsidRPr="00B61D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зарахування пенсій для виплати банком (далі – електронний список);</w:t>
            </w:r>
          </w:p>
          <w:p w:rsidR="009E59F7" w:rsidRPr="00B61D35" w:rsidRDefault="009E59F7" w:rsidP="0050223F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9E59F7" w:rsidRPr="00B61D35" w:rsidRDefault="009E59F7" w:rsidP="0050223F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9E59F7" w:rsidRPr="00B61D35" w:rsidRDefault="009E59F7" w:rsidP="0050223F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9E59F7" w:rsidRPr="00B61D35" w:rsidRDefault="009E59F7" w:rsidP="0050223F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2) засвідчення електронн</w:t>
            </w:r>
            <w:r>
              <w:rPr>
                <w:sz w:val="24"/>
                <w:szCs w:val="24"/>
              </w:rPr>
              <w:t>ого</w:t>
            </w:r>
            <w:r w:rsidRPr="00B61D35">
              <w:rPr>
                <w:sz w:val="24"/>
                <w:szCs w:val="24"/>
              </w:rPr>
              <w:t xml:space="preserve"> списк</w:t>
            </w:r>
            <w:r>
              <w:rPr>
                <w:sz w:val="24"/>
                <w:szCs w:val="24"/>
              </w:rPr>
              <w:t>у</w:t>
            </w:r>
            <w:r w:rsidRPr="00B61D35">
              <w:rPr>
                <w:sz w:val="24"/>
                <w:szCs w:val="24"/>
              </w:rPr>
              <w:t xml:space="preserve"> кваліфікованим електронним підписом та передача до фінансово –економічного управління  </w:t>
            </w:r>
          </w:p>
        </w:tc>
        <w:tc>
          <w:tcPr>
            <w:tcW w:w="2826" w:type="dxa"/>
          </w:tcPr>
          <w:p w:rsidR="009E59F7" w:rsidRPr="00B61D35" w:rsidRDefault="009E59F7" w:rsidP="0050223F">
            <w:pPr>
              <w:pStyle w:val="TableParagraph"/>
              <w:ind w:left="0" w:right="0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 xml:space="preserve">Спеціаліст відділу адміністрування інформаційних систем, </w:t>
            </w:r>
          </w:p>
          <w:p w:rsidR="009E59F7" w:rsidRPr="00B61D35" w:rsidRDefault="009E59F7" w:rsidP="0050223F">
            <w:pPr>
              <w:pStyle w:val="TableParagraph"/>
              <w:ind w:left="0" w:right="0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Спеціаліст відділу методології та звітності з виплати пенсій</w:t>
            </w:r>
          </w:p>
          <w:p w:rsidR="009E59F7" w:rsidRDefault="009E59F7" w:rsidP="0050223F">
            <w:pPr>
              <w:pStyle w:val="TableParagraph"/>
              <w:ind w:left="0" w:right="0" w:firstLine="330"/>
              <w:rPr>
                <w:sz w:val="24"/>
                <w:szCs w:val="24"/>
              </w:rPr>
            </w:pPr>
          </w:p>
          <w:p w:rsidR="009E59F7" w:rsidRDefault="009E59F7" w:rsidP="0050223F">
            <w:pPr>
              <w:pStyle w:val="TableParagraph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начальника управління – начальник відділу бухгалтерського обліку – головний бухгалтер фінансово – економічного управління</w:t>
            </w:r>
          </w:p>
          <w:p w:rsidR="009E59F7" w:rsidRPr="00B61D35" w:rsidRDefault="009E59F7" w:rsidP="0050223F">
            <w:pPr>
              <w:pStyle w:val="TableParagraph"/>
              <w:ind w:left="0" w:right="0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 xml:space="preserve">Начальник Головного управління </w:t>
            </w:r>
          </w:p>
        </w:tc>
        <w:tc>
          <w:tcPr>
            <w:tcW w:w="1024" w:type="dxa"/>
          </w:tcPr>
          <w:p w:rsidR="009E59F7" w:rsidRDefault="009E59F7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9E59F7" w:rsidRDefault="009E59F7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9E59F7" w:rsidRDefault="009E59F7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9E59F7" w:rsidRDefault="009E59F7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</w:p>
          <w:p w:rsidR="009E59F7" w:rsidRDefault="009E59F7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9E59F7" w:rsidRDefault="009E59F7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9E59F7" w:rsidRDefault="009E59F7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9E59F7" w:rsidRDefault="009E59F7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9E59F7" w:rsidRDefault="009E59F7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9E59F7" w:rsidRDefault="009E59F7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9E59F7" w:rsidRDefault="009E59F7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9E59F7" w:rsidRDefault="009E59F7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9E59F7" w:rsidRDefault="009E59F7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9E59F7" w:rsidRDefault="009E59F7" w:rsidP="0050223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9E59F7" w:rsidRDefault="009E59F7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E59F7" w:rsidRDefault="009E59F7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щоденно</w:t>
            </w:r>
          </w:p>
        </w:tc>
      </w:tr>
      <w:tr w:rsidR="009E59F7" w:rsidTr="003E3AA9">
        <w:trPr>
          <w:trHeight w:val="1550"/>
        </w:trPr>
        <w:tc>
          <w:tcPr>
            <w:tcW w:w="542" w:type="dxa"/>
          </w:tcPr>
          <w:p w:rsidR="009E59F7" w:rsidRPr="00772556" w:rsidRDefault="009E59F7" w:rsidP="0048337A">
            <w:pPr>
              <w:pStyle w:val="TableParagraph"/>
              <w:ind w:left="0" w:right="127"/>
              <w:jc w:val="right"/>
              <w:rPr>
                <w:sz w:val="24"/>
                <w:szCs w:val="24"/>
              </w:rPr>
            </w:pPr>
            <w:r w:rsidRPr="00772556">
              <w:rPr>
                <w:sz w:val="24"/>
                <w:szCs w:val="24"/>
              </w:rPr>
              <w:t>4</w:t>
            </w:r>
          </w:p>
        </w:tc>
        <w:tc>
          <w:tcPr>
            <w:tcW w:w="3960" w:type="dxa"/>
          </w:tcPr>
          <w:p w:rsidR="009E59F7" w:rsidRDefault="009E59F7" w:rsidP="00041B13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Передача АТ «Ощадбанк» електронного списку та перерахування коштів для здійснення виплати пенсії наперед </w:t>
            </w:r>
          </w:p>
        </w:tc>
        <w:tc>
          <w:tcPr>
            <w:tcW w:w="2826" w:type="dxa"/>
          </w:tcPr>
          <w:p w:rsidR="009E59F7" w:rsidRDefault="009E59F7" w:rsidP="008E572C">
            <w:pPr>
              <w:pStyle w:val="TableParagraph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фінансово - економічного управління </w:t>
            </w:r>
          </w:p>
          <w:p w:rsidR="009E59F7" w:rsidRPr="00B61D35" w:rsidRDefault="009E59F7" w:rsidP="00041B13">
            <w:pPr>
              <w:pStyle w:val="TableParagraph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Головного управління</w:t>
            </w:r>
          </w:p>
        </w:tc>
        <w:tc>
          <w:tcPr>
            <w:tcW w:w="1024" w:type="dxa"/>
          </w:tcPr>
          <w:p w:rsidR="009E59F7" w:rsidRDefault="009E59F7" w:rsidP="00041B1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9E59F7" w:rsidRDefault="009E59F7" w:rsidP="00041B1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9E59F7" w:rsidRDefault="009E59F7" w:rsidP="00041B1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9E59F7" w:rsidRDefault="009E59F7" w:rsidP="00041B1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9E59F7" w:rsidRDefault="009E59F7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E59F7" w:rsidRDefault="009E59F7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щоденно</w:t>
            </w:r>
          </w:p>
        </w:tc>
      </w:tr>
      <w:tr w:rsidR="009E59F7" w:rsidTr="003676BD">
        <w:trPr>
          <w:trHeight w:val="574"/>
        </w:trPr>
        <w:tc>
          <w:tcPr>
            <w:tcW w:w="8352" w:type="dxa"/>
            <w:gridSpan w:val="4"/>
          </w:tcPr>
          <w:p w:rsidR="009E59F7" w:rsidRDefault="009E59F7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9E59F7" w:rsidRDefault="009E59F7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9E59F7" w:rsidTr="003676BD">
        <w:trPr>
          <w:trHeight w:val="512"/>
        </w:trPr>
        <w:tc>
          <w:tcPr>
            <w:tcW w:w="8352" w:type="dxa"/>
            <w:gridSpan w:val="4"/>
          </w:tcPr>
          <w:p w:rsidR="009E59F7" w:rsidRDefault="009E59F7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9E59F7" w:rsidRDefault="009E59F7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9E59F7" w:rsidRDefault="009E59F7" w:rsidP="000E5226">
      <w:pPr>
        <w:pStyle w:val="BodyText"/>
        <w:rPr>
          <w:rFonts w:ascii="Arial"/>
          <w:b/>
          <w:sz w:val="20"/>
        </w:rPr>
      </w:pPr>
    </w:p>
    <w:p w:rsidR="009E59F7" w:rsidRDefault="009E59F7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9E59F7" w:rsidRDefault="009E59F7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9E59F7" w:rsidRDefault="009E59F7" w:rsidP="000E5226">
      <w:pPr>
        <w:pStyle w:val="BodyText"/>
        <w:spacing w:before="7"/>
      </w:pPr>
    </w:p>
    <w:sectPr w:rsidR="009E59F7" w:rsidSect="003A23C6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9F7" w:rsidRDefault="009E59F7" w:rsidP="004F5631">
      <w:r>
        <w:separator/>
      </w:r>
    </w:p>
  </w:endnote>
  <w:endnote w:type="continuationSeparator" w:id="0">
    <w:p w:rsidR="009E59F7" w:rsidRDefault="009E59F7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9F7" w:rsidRDefault="009E59F7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59F7" w:rsidRDefault="009E59F7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9F7" w:rsidRDefault="009E59F7" w:rsidP="00CB3B05">
    <w:pPr>
      <w:pStyle w:val="Footer"/>
      <w:framePr w:wrap="around" w:vAnchor="text" w:hAnchor="margin" w:xAlign="right" w:y="1"/>
      <w:rPr>
        <w:rStyle w:val="PageNumber"/>
      </w:rPr>
    </w:pPr>
  </w:p>
  <w:p w:rsidR="009E59F7" w:rsidRDefault="009E59F7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9F7" w:rsidRDefault="009E59F7" w:rsidP="004F5631">
      <w:r>
        <w:separator/>
      </w:r>
    </w:p>
  </w:footnote>
  <w:footnote w:type="continuationSeparator" w:id="0">
    <w:p w:rsidR="009E59F7" w:rsidRDefault="009E59F7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9F7" w:rsidRDefault="009E59F7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59F7" w:rsidRDefault="009E59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9F7" w:rsidRDefault="009E59F7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E59F7" w:rsidRPr="005C4A45" w:rsidRDefault="009E59F7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1443"/>
    <w:rsid w:val="00032DD7"/>
    <w:rsid w:val="00041B13"/>
    <w:rsid w:val="00047A4C"/>
    <w:rsid w:val="00053082"/>
    <w:rsid w:val="000670DB"/>
    <w:rsid w:val="000712FB"/>
    <w:rsid w:val="000B0A03"/>
    <w:rsid w:val="000C14AC"/>
    <w:rsid w:val="000C4039"/>
    <w:rsid w:val="000E5226"/>
    <w:rsid w:val="000F17A7"/>
    <w:rsid w:val="00130531"/>
    <w:rsid w:val="001C3E87"/>
    <w:rsid w:val="001C6046"/>
    <w:rsid w:val="001C7480"/>
    <w:rsid w:val="001D47D0"/>
    <w:rsid w:val="001E414E"/>
    <w:rsid w:val="001E4FE8"/>
    <w:rsid w:val="001F2D21"/>
    <w:rsid w:val="001F3EA0"/>
    <w:rsid w:val="00213B3D"/>
    <w:rsid w:val="00230FBD"/>
    <w:rsid w:val="0027206F"/>
    <w:rsid w:val="00283E92"/>
    <w:rsid w:val="00285E24"/>
    <w:rsid w:val="00295F1C"/>
    <w:rsid w:val="002D4393"/>
    <w:rsid w:val="002F0449"/>
    <w:rsid w:val="002F591E"/>
    <w:rsid w:val="00302299"/>
    <w:rsid w:val="00310D04"/>
    <w:rsid w:val="00310DF8"/>
    <w:rsid w:val="00333CCC"/>
    <w:rsid w:val="00352CFF"/>
    <w:rsid w:val="003676BD"/>
    <w:rsid w:val="003927DC"/>
    <w:rsid w:val="003A23C6"/>
    <w:rsid w:val="003A5919"/>
    <w:rsid w:val="003D73E5"/>
    <w:rsid w:val="003E3AA9"/>
    <w:rsid w:val="003F64D0"/>
    <w:rsid w:val="004202F9"/>
    <w:rsid w:val="00462B56"/>
    <w:rsid w:val="00471411"/>
    <w:rsid w:val="0048337A"/>
    <w:rsid w:val="00485E73"/>
    <w:rsid w:val="004A16EF"/>
    <w:rsid w:val="004A47D7"/>
    <w:rsid w:val="004A706D"/>
    <w:rsid w:val="004E1965"/>
    <w:rsid w:val="004E5DE6"/>
    <w:rsid w:val="004E7401"/>
    <w:rsid w:val="004F5631"/>
    <w:rsid w:val="004F5996"/>
    <w:rsid w:val="0050223F"/>
    <w:rsid w:val="00504E67"/>
    <w:rsid w:val="00506CC3"/>
    <w:rsid w:val="00540419"/>
    <w:rsid w:val="0056141D"/>
    <w:rsid w:val="00583913"/>
    <w:rsid w:val="005A2C6E"/>
    <w:rsid w:val="005A313A"/>
    <w:rsid w:val="005C4A45"/>
    <w:rsid w:val="005F41EC"/>
    <w:rsid w:val="00604801"/>
    <w:rsid w:val="00606F3E"/>
    <w:rsid w:val="00613756"/>
    <w:rsid w:val="00621940"/>
    <w:rsid w:val="00626B3E"/>
    <w:rsid w:val="00630AE7"/>
    <w:rsid w:val="00631ED1"/>
    <w:rsid w:val="00640C95"/>
    <w:rsid w:val="00643655"/>
    <w:rsid w:val="00654C91"/>
    <w:rsid w:val="006B1749"/>
    <w:rsid w:val="006C303F"/>
    <w:rsid w:val="006C4CA8"/>
    <w:rsid w:val="006D3C09"/>
    <w:rsid w:val="006F5625"/>
    <w:rsid w:val="00711ED1"/>
    <w:rsid w:val="00713640"/>
    <w:rsid w:val="0071448D"/>
    <w:rsid w:val="007148CB"/>
    <w:rsid w:val="00717A07"/>
    <w:rsid w:val="007416A7"/>
    <w:rsid w:val="00745052"/>
    <w:rsid w:val="00751CAB"/>
    <w:rsid w:val="00771B7D"/>
    <w:rsid w:val="00772556"/>
    <w:rsid w:val="00780CC4"/>
    <w:rsid w:val="007A401E"/>
    <w:rsid w:val="007B1E6E"/>
    <w:rsid w:val="007E0A10"/>
    <w:rsid w:val="007F265E"/>
    <w:rsid w:val="007F4929"/>
    <w:rsid w:val="007F5715"/>
    <w:rsid w:val="00800E40"/>
    <w:rsid w:val="00846083"/>
    <w:rsid w:val="00846C3F"/>
    <w:rsid w:val="00851936"/>
    <w:rsid w:val="00852937"/>
    <w:rsid w:val="00876CAF"/>
    <w:rsid w:val="00886E44"/>
    <w:rsid w:val="0089130A"/>
    <w:rsid w:val="008A580C"/>
    <w:rsid w:val="008A724D"/>
    <w:rsid w:val="008C5C0C"/>
    <w:rsid w:val="008C77F4"/>
    <w:rsid w:val="008E572C"/>
    <w:rsid w:val="008F2FA5"/>
    <w:rsid w:val="008F493A"/>
    <w:rsid w:val="00915722"/>
    <w:rsid w:val="00915C94"/>
    <w:rsid w:val="009245B2"/>
    <w:rsid w:val="00927424"/>
    <w:rsid w:val="0093329D"/>
    <w:rsid w:val="00944F5F"/>
    <w:rsid w:val="00947BB4"/>
    <w:rsid w:val="00947DE9"/>
    <w:rsid w:val="00982AB9"/>
    <w:rsid w:val="00997EC2"/>
    <w:rsid w:val="009B6418"/>
    <w:rsid w:val="009C4188"/>
    <w:rsid w:val="009E59F7"/>
    <w:rsid w:val="00A10253"/>
    <w:rsid w:val="00A30AB5"/>
    <w:rsid w:val="00A36DC5"/>
    <w:rsid w:val="00A64B51"/>
    <w:rsid w:val="00A67949"/>
    <w:rsid w:val="00A93BE5"/>
    <w:rsid w:val="00A96E10"/>
    <w:rsid w:val="00AA1790"/>
    <w:rsid w:val="00AA2C2B"/>
    <w:rsid w:val="00AA649D"/>
    <w:rsid w:val="00AC1CAB"/>
    <w:rsid w:val="00AC30E1"/>
    <w:rsid w:val="00AC5006"/>
    <w:rsid w:val="00AD4460"/>
    <w:rsid w:val="00AE1728"/>
    <w:rsid w:val="00AF03A2"/>
    <w:rsid w:val="00AF3CCA"/>
    <w:rsid w:val="00B05079"/>
    <w:rsid w:val="00B12508"/>
    <w:rsid w:val="00B21CAB"/>
    <w:rsid w:val="00B3169C"/>
    <w:rsid w:val="00B31721"/>
    <w:rsid w:val="00B35B17"/>
    <w:rsid w:val="00B61D35"/>
    <w:rsid w:val="00B62AB3"/>
    <w:rsid w:val="00B83E5B"/>
    <w:rsid w:val="00B97C91"/>
    <w:rsid w:val="00BA384F"/>
    <w:rsid w:val="00BA7A66"/>
    <w:rsid w:val="00BB2897"/>
    <w:rsid w:val="00BE0C25"/>
    <w:rsid w:val="00C2043F"/>
    <w:rsid w:val="00C20ED8"/>
    <w:rsid w:val="00C7660E"/>
    <w:rsid w:val="00CA58DE"/>
    <w:rsid w:val="00CB3B05"/>
    <w:rsid w:val="00CD25AE"/>
    <w:rsid w:val="00CE1D3C"/>
    <w:rsid w:val="00CE7832"/>
    <w:rsid w:val="00D0702B"/>
    <w:rsid w:val="00D1297D"/>
    <w:rsid w:val="00D16EE1"/>
    <w:rsid w:val="00D174C2"/>
    <w:rsid w:val="00D27107"/>
    <w:rsid w:val="00D316A6"/>
    <w:rsid w:val="00D32AB1"/>
    <w:rsid w:val="00D777FF"/>
    <w:rsid w:val="00D802E7"/>
    <w:rsid w:val="00D87581"/>
    <w:rsid w:val="00DB2BD6"/>
    <w:rsid w:val="00DD236D"/>
    <w:rsid w:val="00DD42EB"/>
    <w:rsid w:val="00DD56E5"/>
    <w:rsid w:val="00DE3C0D"/>
    <w:rsid w:val="00E344CC"/>
    <w:rsid w:val="00E360E7"/>
    <w:rsid w:val="00E361E8"/>
    <w:rsid w:val="00E36A64"/>
    <w:rsid w:val="00E47CF0"/>
    <w:rsid w:val="00E56836"/>
    <w:rsid w:val="00E71357"/>
    <w:rsid w:val="00E90351"/>
    <w:rsid w:val="00E9263F"/>
    <w:rsid w:val="00EB0DA9"/>
    <w:rsid w:val="00EB375B"/>
    <w:rsid w:val="00EF3AF4"/>
    <w:rsid w:val="00F229FF"/>
    <w:rsid w:val="00F23216"/>
    <w:rsid w:val="00F27976"/>
    <w:rsid w:val="00F30804"/>
    <w:rsid w:val="00F33D51"/>
    <w:rsid w:val="00F406CF"/>
    <w:rsid w:val="00F41470"/>
    <w:rsid w:val="00F4462C"/>
    <w:rsid w:val="00F51E53"/>
    <w:rsid w:val="00F77967"/>
    <w:rsid w:val="00F807D4"/>
    <w:rsid w:val="00FB4865"/>
    <w:rsid w:val="00FB5AFF"/>
    <w:rsid w:val="00FC596F"/>
    <w:rsid w:val="00FF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2</Pages>
  <Words>1640</Words>
  <Characters>936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20</cp:revision>
  <cp:lastPrinted>2022-01-10T12:52:00Z</cp:lastPrinted>
  <dcterms:created xsi:type="dcterms:W3CDTF">2021-08-17T12:13:00Z</dcterms:created>
  <dcterms:modified xsi:type="dcterms:W3CDTF">2022-01-13T07:34:00Z</dcterms:modified>
</cp:coreProperties>
</file>